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7B7F1" w14:textId="77777777" w:rsidR="005415A1" w:rsidRDefault="005415A1" w:rsidP="00286567">
      <w:pPr>
        <w:jc w:val="center"/>
        <w:rPr>
          <w:rFonts w:asciiTheme="minorHAnsi" w:hAnsiTheme="minorHAnsi" w:cstheme="minorHAnsi"/>
          <w:b/>
        </w:rPr>
      </w:pPr>
    </w:p>
    <w:p w14:paraId="3DC77E98" w14:textId="76A1AF6A" w:rsidR="001140DD" w:rsidRDefault="001140DD" w:rsidP="0028656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ATTACHMENT A1</w:t>
      </w:r>
    </w:p>
    <w:p w14:paraId="1AD409D6" w14:textId="2B502C7D" w:rsidR="00FD302B" w:rsidRPr="008D7175" w:rsidRDefault="00FD302B" w:rsidP="00286567">
      <w:pPr>
        <w:jc w:val="center"/>
        <w:rPr>
          <w:rFonts w:asciiTheme="minorHAnsi" w:hAnsiTheme="minorHAnsi" w:cstheme="minorHAnsi"/>
          <w:b/>
        </w:rPr>
      </w:pPr>
      <w:r w:rsidRPr="008D7175">
        <w:rPr>
          <w:rFonts w:asciiTheme="minorHAnsi" w:hAnsiTheme="minorHAnsi" w:cstheme="minorHAnsi"/>
          <w:b/>
        </w:rPr>
        <w:t xml:space="preserve">STATE OF INDIANA </w:t>
      </w:r>
      <w:r w:rsidR="003213F6" w:rsidRPr="008D7175">
        <w:rPr>
          <w:rFonts w:asciiTheme="minorHAnsi" w:hAnsiTheme="minorHAnsi" w:cstheme="minorHAnsi"/>
          <w:b/>
        </w:rPr>
        <w:t>IVOSB</w:t>
      </w:r>
      <w:r w:rsidRPr="008D7175">
        <w:rPr>
          <w:rFonts w:asciiTheme="minorHAnsi" w:hAnsiTheme="minorHAnsi" w:cstheme="minorHAnsi"/>
          <w:b/>
        </w:rPr>
        <w:t xml:space="preserve"> SUBCONTRACTOR COMMITMENT FORM</w:t>
      </w:r>
    </w:p>
    <w:p w14:paraId="538A1049" w14:textId="77777777" w:rsidR="00120B5D" w:rsidRPr="008D7175" w:rsidRDefault="00120B5D" w:rsidP="00286567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0"/>
      </w:tblGrid>
      <w:tr w:rsidR="007C6B08" w:rsidRPr="008D7175" w14:paraId="72D16BFC" w14:textId="77777777" w:rsidTr="7B4B8C26">
        <w:tc>
          <w:tcPr>
            <w:tcW w:w="10800" w:type="dxa"/>
            <w:tcBorders>
              <w:bottom w:val="single" w:sz="4" w:space="0" w:color="auto"/>
            </w:tcBorders>
          </w:tcPr>
          <w:p w14:paraId="729FAD8A" w14:textId="5DD9BA6C" w:rsidR="007C6B08" w:rsidRPr="008D7175" w:rsidRDefault="007C6B08" w:rsidP="7B4B8C26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7B4B8C2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RFP#</w:t>
            </w:r>
            <w:r w:rsidR="0083168E" w:rsidRPr="7B4B8C2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: </w:t>
            </w:r>
            <w:r w:rsidR="00F8105B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24-78769</w:t>
            </w:r>
          </w:p>
        </w:tc>
      </w:tr>
      <w:tr w:rsidR="00120B5D" w:rsidRPr="008D7175" w14:paraId="7818E3BC" w14:textId="77777777" w:rsidTr="7B4B8C26">
        <w:tc>
          <w:tcPr>
            <w:tcW w:w="10800" w:type="dxa"/>
            <w:tcBorders>
              <w:bottom w:val="single" w:sz="4" w:space="0" w:color="auto"/>
            </w:tcBorders>
          </w:tcPr>
          <w:p w14:paraId="005BF180" w14:textId="77777777" w:rsidR="00B9489D" w:rsidRDefault="00B9489D" w:rsidP="00B8617A">
            <w:pPr>
              <w:tabs>
                <w:tab w:val="left" w:pos="390"/>
              </w:tabs>
              <w:rPr>
                <w:rFonts w:asciiTheme="minorHAnsi" w:hAnsiTheme="minorHAnsi" w:cstheme="minorHAnsi"/>
                <w:b/>
                <w:sz w:val="22"/>
              </w:rPr>
            </w:pPr>
          </w:p>
          <w:p w14:paraId="1B8C800B" w14:textId="48D583D4" w:rsidR="00120B5D" w:rsidRPr="005415A1" w:rsidRDefault="00120B5D" w:rsidP="00B8617A">
            <w:pPr>
              <w:tabs>
                <w:tab w:val="left" w:pos="390"/>
              </w:tabs>
              <w:rPr>
                <w:rFonts w:asciiTheme="minorHAnsi" w:hAnsiTheme="minorHAnsi" w:cstheme="minorHAnsi"/>
                <w:bCs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TOTAL BID AMOUNT:</w:t>
            </w:r>
            <w:r w:rsidR="0083168E" w:rsidRPr="008D7175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>
              <w:rPr>
                <w:rFonts w:asciiTheme="minorHAnsi" w:hAnsiTheme="minorHAnsi" w:cstheme="minorHAnsi"/>
                <w:bCs/>
                <w:sz w:val="22"/>
              </w:rPr>
              <w:t>$1,730,000.00</w:t>
            </w:r>
          </w:p>
        </w:tc>
      </w:tr>
    </w:tbl>
    <w:p w14:paraId="6DE596E9" w14:textId="77777777" w:rsidR="00120B5D" w:rsidRPr="008D7175" w:rsidRDefault="00120B5D" w:rsidP="00286567">
      <w:pPr>
        <w:ind w:right="720"/>
        <w:jc w:val="center"/>
        <w:rPr>
          <w:rFonts w:asciiTheme="minorHAnsi" w:hAnsiTheme="minorHAnsi" w:cstheme="minorHAnsi"/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7"/>
        <w:gridCol w:w="357"/>
        <w:gridCol w:w="2677"/>
        <w:gridCol w:w="2669"/>
      </w:tblGrid>
      <w:tr w:rsidR="00AD6963" w:rsidRPr="008D7175" w14:paraId="059CAE4E" w14:textId="77777777" w:rsidTr="004B64A0">
        <w:tc>
          <w:tcPr>
            <w:tcW w:w="5160" w:type="dxa"/>
            <w:vMerge w:val="restart"/>
          </w:tcPr>
          <w:p w14:paraId="1BDB4CFA" w14:textId="4D28736A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Company Name: 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JAM Printing &amp; Promotions</w:t>
            </w:r>
          </w:p>
        </w:tc>
        <w:tc>
          <w:tcPr>
            <w:tcW w:w="360" w:type="dxa"/>
            <w:tcBorders>
              <w:bottom w:val="nil"/>
            </w:tcBorders>
          </w:tcPr>
          <w:p w14:paraId="4724CEB0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6A1A14CB" w14:textId="04F8B74A" w:rsidR="00AD6963" w:rsidRPr="008D7175" w:rsidRDefault="002F493F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Contact Person: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Amber Sheffer</w:t>
            </w:r>
          </w:p>
        </w:tc>
      </w:tr>
      <w:tr w:rsidR="00AD6963" w:rsidRPr="008D7175" w14:paraId="6E18371D" w14:textId="77777777" w:rsidTr="004B64A0">
        <w:tc>
          <w:tcPr>
            <w:tcW w:w="5160" w:type="dxa"/>
            <w:vMerge/>
          </w:tcPr>
          <w:p w14:paraId="66D791CB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701001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7C6C9EE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8D7175" w14:paraId="295E1D88" w14:textId="77777777" w:rsidTr="004B64A0">
        <w:tc>
          <w:tcPr>
            <w:tcW w:w="5160" w:type="dxa"/>
            <w:vMerge w:val="restart"/>
            <w:shd w:val="clear" w:color="auto" w:fill="auto"/>
          </w:tcPr>
          <w:p w14:paraId="05486F8D" w14:textId="77777777" w:rsidR="00AD6963" w:rsidRPr="005415A1" w:rsidRDefault="00AD6963" w:rsidP="00286567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Address: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2230 Stafford Road, Suite 115</w:t>
            </w:r>
          </w:p>
          <w:p w14:paraId="32074CD8" w14:textId="04F959BD" w:rsidR="005415A1" w:rsidRPr="008D7175" w:rsidRDefault="005415A1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5415A1">
              <w:rPr>
                <w:rFonts w:asciiTheme="minorHAnsi" w:hAnsiTheme="minorHAnsi" w:cstheme="minorHAnsi"/>
                <w:bCs/>
                <w:sz w:val="22"/>
              </w:rPr>
              <w:t xml:space="preserve">                 Plainfield, IN 46168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D1BD74E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101FA734" w14:textId="52CA06C5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E-mail: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amber@jamprintingpromos.com</w:t>
            </w:r>
          </w:p>
        </w:tc>
      </w:tr>
      <w:tr w:rsidR="00AD6963" w:rsidRPr="008D7175" w14:paraId="5C53FA4A" w14:textId="77777777" w:rsidTr="004B64A0">
        <w:tc>
          <w:tcPr>
            <w:tcW w:w="5160" w:type="dxa"/>
            <w:vMerge/>
            <w:shd w:val="clear" w:color="auto" w:fill="auto"/>
          </w:tcPr>
          <w:p w14:paraId="1A9FA14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8FA12F3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2CB5FA67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B1FB2" w:rsidRPr="008D7175" w14:paraId="4FBF8E16" w14:textId="77777777" w:rsidTr="004B64A0">
        <w:tc>
          <w:tcPr>
            <w:tcW w:w="5160" w:type="dxa"/>
            <w:vMerge/>
            <w:shd w:val="clear" w:color="auto" w:fill="auto"/>
          </w:tcPr>
          <w:p w14:paraId="1CB5BD8E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335ADCE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 w:val="restart"/>
          </w:tcPr>
          <w:p w14:paraId="3D597AAC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Telephone Number:  </w:t>
            </w:r>
          </w:p>
          <w:p w14:paraId="2CC3F33A" w14:textId="30874B99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gramStart"/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(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888</w:t>
            </w:r>
            <w:proofErr w:type="gramEnd"/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 )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750-1592</w:t>
            </w:r>
          </w:p>
        </w:tc>
        <w:tc>
          <w:tcPr>
            <w:tcW w:w="2694" w:type="dxa"/>
            <w:vMerge w:val="restart"/>
          </w:tcPr>
          <w:p w14:paraId="7456C146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Fax Number:</w:t>
            </w:r>
          </w:p>
          <w:p w14:paraId="3F418607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</w:tr>
      <w:tr w:rsidR="00AB1FB2" w:rsidRPr="008D7175" w14:paraId="6130CFE3" w14:textId="77777777" w:rsidTr="004B64A0">
        <w:tc>
          <w:tcPr>
            <w:tcW w:w="5160" w:type="dxa"/>
            <w:vMerge/>
            <w:shd w:val="clear" w:color="auto" w:fill="auto"/>
          </w:tcPr>
          <w:p w14:paraId="02BAD024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3CFA901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6093607C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10E94CB7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8D7175" w14:paraId="73DC6CF5" w14:textId="77777777" w:rsidTr="004B64A0">
        <w:tc>
          <w:tcPr>
            <w:tcW w:w="5160" w:type="dxa"/>
          </w:tcPr>
          <w:p w14:paraId="28A41547" w14:textId="5A30AC48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Amount: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$51,900.00</w:t>
            </w:r>
          </w:p>
          <w:p w14:paraId="39D10827" w14:textId="77777777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2332A553" w14:textId="2556A88B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Percentage of Total Bid:</w:t>
            </w:r>
            <w:r w:rsidR="005415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 w:rsidRPr="005415A1">
              <w:rPr>
                <w:rFonts w:asciiTheme="minorHAnsi" w:hAnsiTheme="minorHAnsi" w:cstheme="minorHAnsi"/>
                <w:bCs/>
                <w:sz w:val="22"/>
              </w:rPr>
              <w:t>3.00%</w:t>
            </w:r>
          </w:p>
          <w:p w14:paraId="68FD1CDE" w14:textId="77777777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</w:p>
          <w:p w14:paraId="514967EF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8251C43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12B9E10D" w14:textId="238D66D8" w:rsidR="00AD6963" w:rsidRDefault="007C6B08" w:rsidP="00286567">
            <w:pPr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Describe service/product to be provided</w:t>
            </w:r>
            <w:r w:rsidR="00E20C4F" w:rsidRPr="008D7175">
              <w:rPr>
                <w:rFonts w:asciiTheme="minorHAnsi" w:hAnsiTheme="minorHAnsi" w:cstheme="minorHAnsi"/>
                <w:b/>
                <w:sz w:val="22"/>
              </w:rPr>
              <w:t xml:space="preserve"> and </w:t>
            </w:r>
            <w:r w:rsidR="00E20C4F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how this is a </w:t>
            </w:r>
            <w:r w:rsidR="00CA076A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>Valuable Scope Contribution of the Contract</w:t>
            </w:r>
            <w:r w:rsidR="006335FE">
              <w:rPr>
                <w:rFonts w:asciiTheme="minorHAnsi" w:hAnsiTheme="minorHAnsi" w:cstheme="minorHAnsi"/>
                <w:b/>
                <w:sz w:val="22"/>
                <w:u w:val="single"/>
              </w:rPr>
              <w:t>.</w:t>
            </w:r>
          </w:p>
          <w:p w14:paraId="6D2D09C3" w14:textId="5FE9F158" w:rsidR="007C6B08" w:rsidRPr="008D7175" w:rsidRDefault="006335FE" w:rsidP="005415A1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335F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bdr w:val="none" w:sz="0" w:space="0" w:color="auto" w:frame="1"/>
              </w:rPr>
              <w:t>Include the applicable certified UNSPSC that applies to this commitment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  <w:r w:rsidR="005415A1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bookmarkStart w:id="0" w:name="_Hlk161228304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Letterpress and screen printing, printing, promotional merchandise, promotional or advertising printing, </w:t>
            </w:r>
            <w:proofErr w:type="spellStart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>Tshirts</w:t>
            </w:r>
            <w:proofErr w:type="spellEnd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. </w:t>
            </w:r>
            <w:bookmarkEnd w:id="0"/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>JAM Printing &amp; Promotions will supply Youth First with promotional and print related program supplies related to our Student Assistance Program and other evidence-based programs offered to youth and families</w:t>
            </w:r>
            <w:r w:rsidR="0086585B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 who participate in the programs or as recruiting materials to obtain program participation</w:t>
            </w:r>
            <w:r w:rsidR="005415A1" w:rsidRPr="0086585B"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>. Examples might include branded T-Shirts, information packets, program brochures, fidget toys, stress balls, etc.</w:t>
            </w:r>
          </w:p>
        </w:tc>
      </w:tr>
      <w:tr w:rsidR="007C6B08" w:rsidRPr="008D7175" w14:paraId="41572559" w14:textId="77777777" w:rsidTr="004B64A0">
        <w:tc>
          <w:tcPr>
            <w:tcW w:w="10908" w:type="dxa"/>
            <w:gridSpan w:val="4"/>
          </w:tcPr>
          <w:p w14:paraId="21833363" w14:textId="739E222F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Provide approximate dates when Sub-Contractor will perform on this project:</w:t>
            </w:r>
            <w:r w:rsidR="00027C34" w:rsidRPr="008D7175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415A1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bookmarkStart w:id="1" w:name="_Hlk161228336"/>
            <w:r w:rsidR="005415A1">
              <w:rPr>
                <w:rFonts w:asciiTheme="minorHAnsi" w:hAnsiTheme="minorHAnsi" w:cstheme="minorHAnsi"/>
                <w:bCs/>
                <w:sz w:val="22"/>
              </w:rPr>
              <w:t>July 1, 2024 through June 30, 2025 with annual contract renewals, at the same sub-contract percentage of total contract award, in subsequent years for which Youth First is receiving contract funding under RFP 24-78769.</w:t>
            </w:r>
            <w:bookmarkEnd w:id="1"/>
          </w:p>
        </w:tc>
      </w:tr>
    </w:tbl>
    <w:p w14:paraId="47408CA4" w14:textId="77777777" w:rsidR="007C6B08" w:rsidRPr="008D7175" w:rsidRDefault="007C6B08" w:rsidP="00286567">
      <w:pPr>
        <w:ind w:right="720"/>
        <w:rPr>
          <w:rFonts w:asciiTheme="minorHAnsi" w:hAnsiTheme="minorHAnsi" w:cstheme="minorHAnsi"/>
          <w:sz w:val="22"/>
        </w:rPr>
      </w:pPr>
    </w:p>
    <w:p w14:paraId="41B26CBF" w14:textId="77777777" w:rsidR="00AD6963" w:rsidRPr="008D7175" w:rsidRDefault="00AD6963" w:rsidP="00286567">
      <w:pPr>
        <w:ind w:right="720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14"/>
        <w:gridCol w:w="443"/>
        <w:gridCol w:w="5235"/>
      </w:tblGrid>
      <w:tr w:rsidR="00AD6963" w:rsidRPr="008D7175" w14:paraId="34DCECA1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7502A02B" w14:textId="4A985176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Youth First, Inc.</w:t>
            </w:r>
          </w:p>
        </w:tc>
        <w:tc>
          <w:tcPr>
            <w:tcW w:w="450" w:type="dxa"/>
          </w:tcPr>
          <w:p w14:paraId="00C7881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01BC6E37" w14:textId="2AACC97E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( 812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) 421-8336</w:t>
            </w:r>
          </w:p>
        </w:tc>
      </w:tr>
      <w:tr w:rsidR="00AD6963" w:rsidRPr="008D7175" w14:paraId="7044552F" w14:textId="77777777">
        <w:tc>
          <w:tcPr>
            <w:tcW w:w="5130" w:type="dxa"/>
            <w:tcBorders>
              <w:top w:val="single" w:sz="4" w:space="0" w:color="auto"/>
            </w:tcBorders>
          </w:tcPr>
          <w:p w14:paraId="1A6EA7C1" w14:textId="77777777" w:rsidR="00AD6963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Respondent Firm</w:t>
            </w:r>
          </w:p>
          <w:p w14:paraId="22265857" w14:textId="5644C9EC" w:rsidR="00FD302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111 SE Third Street, Suite 405</w:t>
            </w:r>
          </w:p>
        </w:tc>
        <w:tc>
          <w:tcPr>
            <w:tcW w:w="450" w:type="dxa"/>
          </w:tcPr>
          <w:p w14:paraId="3417CCCC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10187F5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Telephone Number</w:t>
            </w:r>
          </w:p>
          <w:p w14:paraId="16DB25C3" w14:textId="54AD3321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( 812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) 421-0659</w:t>
            </w:r>
          </w:p>
        </w:tc>
      </w:tr>
      <w:tr w:rsidR="00FD302B" w:rsidRPr="008D7175" w14:paraId="1C48023D" w14:textId="77777777">
        <w:tc>
          <w:tcPr>
            <w:tcW w:w="5130" w:type="dxa"/>
            <w:tcBorders>
              <w:top w:val="single" w:sz="4" w:space="0" w:color="auto"/>
            </w:tcBorders>
          </w:tcPr>
          <w:p w14:paraId="0884DC22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Address</w:t>
            </w:r>
          </w:p>
        </w:tc>
        <w:tc>
          <w:tcPr>
            <w:tcW w:w="450" w:type="dxa"/>
          </w:tcPr>
          <w:p w14:paraId="6BFDBD5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0056C81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Fax Number</w:t>
            </w:r>
          </w:p>
        </w:tc>
      </w:tr>
      <w:tr w:rsidR="00AD6963" w:rsidRPr="008D7175" w14:paraId="16E93263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118AA1C0" w14:textId="24FCDF8D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Evansville, IN 47708</w:t>
            </w:r>
          </w:p>
        </w:tc>
        <w:tc>
          <w:tcPr>
            <w:tcW w:w="450" w:type="dxa"/>
          </w:tcPr>
          <w:p w14:paraId="0E6BFE79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600E1284" w14:textId="486799C6" w:rsidR="00AD6963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hyperlink r:id="rId10" w:history="1">
              <w:r w:rsidRPr="00A10231">
                <w:rPr>
                  <w:rStyle w:val="Hyperlink"/>
                  <w:rFonts w:asciiTheme="minorHAnsi" w:hAnsiTheme="minorHAnsi" w:cstheme="minorHAnsi"/>
                  <w:sz w:val="22"/>
                </w:rPr>
                <w:t>pblack@youthfirstinc.org</w:t>
              </w:r>
            </w:hyperlink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FD302B" w:rsidRPr="008D7175" w14:paraId="2FC64CAA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0B3ED10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City/State/Zip Code</w:t>
            </w:r>
          </w:p>
          <w:p w14:paraId="03E634A5" w14:textId="4FBB3405" w:rsidR="00FD302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Parri O. Black</w:t>
            </w:r>
          </w:p>
        </w:tc>
        <w:tc>
          <w:tcPr>
            <w:tcW w:w="450" w:type="dxa"/>
          </w:tcPr>
          <w:p w14:paraId="317E4069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5379C4E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Email Address</w:t>
            </w:r>
          </w:p>
          <w:p w14:paraId="018393B6" w14:textId="595F0423" w:rsidR="00FD302B" w:rsidRPr="008D7175" w:rsidRDefault="0065531F" w:rsidP="00286567">
            <w:pPr>
              <w:rPr>
                <w:rFonts w:asciiTheme="minorHAnsi" w:hAnsiTheme="minorHAnsi" w:cstheme="minorHAnsi"/>
                <w:sz w:val="22"/>
              </w:rPr>
            </w:pPr>
            <w:r w:rsidRPr="00B82529">
              <w:rPr>
                <w:rFonts w:asciiTheme="minorHAnsi" w:hAnsiTheme="minorHAnsi" w:cstheme="minorHAnsi"/>
                <w:noProof/>
                <w:sz w:val="22"/>
                <w:szCs w:val="23"/>
              </w:rPr>
              <w:drawing>
                <wp:inline distT="0" distB="0" distL="0" distR="0" wp14:anchorId="2D2EA6EE" wp14:editId="71C6C7BB">
                  <wp:extent cx="976093" cy="2114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37" cy="23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02B" w:rsidRPr="008D7175" w14:paraId="2B2D993F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6577DB4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Representative</w:t>
            </w:r>
          </w:p>
          <w:p w14:paraId="4224A0CE" w14:textId="234DC2A6" w:rsidR="00FD302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March 22, 2024</w:t>
            </w:r>
          </w:p>
        </w:tc>
        <w:tc>
          <w:tcPr>
            <w:tcW w:w="450" w:type="dxa"/>
          </w:tcPr>
          <w:p w14:paraId="1239C4D2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4D4078C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Authorizing Signature</w:t>
            </w:r>
          </w:p>
          <w:p w14:paraId="3D66C8AE" w14:textId="35992E54" w:rsidR="00FD302B" w:rsidRPr="008D7175" w:rsidRDefault="0065531F" w:rsidP="0028656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Parri O. Black, President &amp; CEO of Youth First, Inc.</w:t>
            </w:r>
          </w:p>
        </w:tc>
      </w:tr>
      <w:tr w:rsidR="00AD6963" w:rsidRPr="008D7175" w14:paraId="0AD255FA" w14:textId="77777777">
        <w:tc>
          <w:tcPr>
            <w:tcW w:w="5130" w:type="dxa"/>
            <w:tcBorders>
              <w:top w:val="single" w:sz="4" w:space="0" w:color="auto"/>
            </w:tcBorders>
          </w:tcPr>
          <w:p w14:paraId="0F5CDE28" w14:textId="76D5ECEF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Date</w:t>
            </w:r>
          </w:p>
        </w:tc>
        <w:tc>
          <w:tcPr>
            <w:tcW w:w="450" w:type="dxa"/>
          </w:tcPr>
          <w:p w14:paraId="78C356F4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1713486A" w14:textId="77777777" w:rsidR="00AD6963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Printed Name and Title</w:t>
            </w:r>
          </w:p>
          <w:p w14:paraId="4748A3D6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5B22BAE3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671F3837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065CA9B6" w14:textId="77777777" w:rsidR="0086585B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  <w:p w14:paraId="78EBD835" w14:textId="77777777" w:rsidR="0086585B" w:rsidRPr="008D7175" w:rsidRDefault="0086585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23920E0" w14:textId="77777777" w:rsidR="00FE280A" w:rsidRPr="008D7175" w:rsidRDefault="007C6B08" w:rsidP="00286567">
      <w:pPr>
        <w:numPr>
          <w:ilvl w:val="0"/>
          <w:numId w:val="4"/>
        </w:numPr>
        <w:jc w:val="center"/>
        <w:rPr>
          <w:rFonts w:asciiTheme="minorHAnsi" w:hAnsiTheme="minorHAnsi" w:cstheme="minorHAnsi"/>
          <w:sz w:val="22"/>
        </w:rPr>
      </w:pPr>
      <w:r w:rsidRPr="008D7175">
        <w:rPr>
          <w:rFonts w:asciiTheme="minorHAnsi" w:hAnsiTheme="minorHAnsi" w:cstheme="minorHAnsi"/>
          <w:sz w:val="22"/>
        </w:rPr>
        <w:t xml:space="preserve">Please check if additional forms are attached.    </w:t>
      </w:r>
    </w:p>
    <w:p w14:paraId="24AF0F0A" w14:textId="0307C45A" w:rsidR="007C6B08" w:rsidRPr="008D7175" w:rsidRDefault="00B8617A" w:rsidP="00286567">
      <w:pPr>
        <w:ind w:left="360"/>
        <w:jc w:val="center"/>
        <w:rPr>
          <w:rFonts w:asciiTheme="minorHAnsi" w:hAnsiTheme="minorHAnsi" w:cstheme="minorHAnsi"/>
          <w:sz w:val="22"/>
        </w:rPr>
      </w:pPr>
      <w:r w:rsidRPr="008D7175">
        <w:rPr>
          <w:rFonts w:asciiTheme="minorHAnsi" w:hAnsiTheme="minorHAnsi" w:cstheme="minorHAnsi"/>
          <w:sz w:val="22"/>
        </w:rPr>
        <w:t xml:space="preserve">Page </w:t>
      </w:r>
      <w:r w:rsidRPr="0086585B">
        <w:rPr>
          <w:rFonts w:asciiTheme="minorHAnsi" w:hAnsiTheme="minorHAnsi" w:cstheme="minorHAnsi"/>
          <w:sz w:val="22"/>
          <w:u w:val="single"/>
        </w:rPr>
        <w:t>___</w:t>
      </w:r>
      <w:r w:rsidR="0086585B" w:rsidRPr="0086585B">
        <w:rPr>
          <w:rFonts w:asciiTheme="minorHAnsi" w:hAnsiTheme="minorHAnsi" w:cstheme="minorHAnsi"/>
          <w:sz w:val="22"/>
          <w:u w:val="single"/>
        </w:rPr>
        <w:t>1</w:t>
      </w:r>
      <w:r w:rsidRPr="008D7175">
        <w:rPr>
          <w:rFonts w:asciiTheme="minorHAnsi" w:hAnsiTheme="minorHAnsi" w:cstheme="minorHAnsi"/>
          <w:sz w:val="22"/>
        </w:rPr>
        <w:t xml:space="preserve">____ </w:t>
      </w:r>
      <w:r w:rsidR="007C6B08" w:rsidRPr="008D7175">
        <w:rPr>
          <w:rFonts w:asciiTheme="minorHAnsi" w:hAnsiTheme="minorHAnsi" w:cstheme="minorHAnsi"/>
          <w:sz w:val="22"/>
        </w:rPr>
        <w:t xml:space="preserve">of </w:t>
      </w:r>
      <w:r w:rsidR="007C6B08" w:rsidRPr="0086585B">
        <w:rPr>
          <w:rFonts w:asciiTheme="minorHAnsi" w:hAnsiTheme="minorHAnsi" w:cstheme="minorHAnsi"/>
          <w:sz w:val="22"/>
          <w:u w:val="single"/>
        </w:rPr>
        <w:t>____</w:t>
      </w:r>
      <w:r w:rsidR="0086585B" w:rsidRPr="0086585B">
        <w:rPr>
          <w:rFonts w:asciiTheme="minorHAnsi" w:hAnsiTheme="minorHAnsi" w:cstheme="minorHAnsi"/>
          <w:sz w:val="22"/>
          <w:u w:val="single"/>
        </w:rPr>
        <w:t>1</w:t>
      </w:r>
      <w:r w:rsidR="007C6B08" w:rsidRPr="008D7175">
        <w:rPr>
          <w:rFonts w:asciiTheme="minorHAnsi" w:hAnsiTheme="minorHAnsi" w:cstheme="minorHAnsi"/>
          <w:sz w:val="22"/>
        </w:rPr>
        <w:t>_____</w:t>
      </w:r>
    </w:p>
    <w:p w14:paraId="6AE0A80E" w14:textId="77777777" w:rsidR="0056743B" w:rsidRPr="008D7175" w:rsidRDefault="0056743B" w:rsidP="00286567">
      <w:pPr>
        <w:ind w:left="360"/>
        <w:jc w:val="center"/>
        <w:rPr>
          <w:rFonts w:asciiTheme="minorHAnsi" w:hAnsiTheme="minorHAnsi" w:cstheme="minorHAnsi"/>
        </w:rPr>
      </w:pPr>
    </w:p>
    <w:p w14:paraId="479C0E7B" w14:textId="77777777" w:rsidR="0056743B" w:rsidRPr="008D7175" w:rsidRDefault="0056743B" w:rsidP="00286567">
      <w:pPr>
        <w:ind w:left="360"/>
        <w:jc w:val="center"/>
        <w:rPr>
          <w:rFonts w:asciiTheme="minorHAnsi" w:hAnsiTheme="minorHAnsi" w:cstheme="minorHAnsi"/>
          <w:b/>
        </w:rPr>
      </w:pPr>
      <w:r w:rsidRPr="008D7175">
        <w:rPr>
          <w:rFonts w:asciiTheme="minorHAnsi" w:hAnsiTheme="minorHAnsi" w:cstheme="minorHAnsi"/>
          <w:b/>
        </w:rPr>
        <w:t>FORM MUST BE COMPLETED IN ITS ENTIRETY WITH COMPLETED LETTERS OF COMMITMENT.</w:t>
      </w:r>
    </w:p>
    <w:sectPr w:rsidR="0056743B" w:rsidRPr="008D7175" w:rsidSect="005462A5">
      <w:footerReference w:type="default" r:id="rId12"/>
      <w:endnotePr>
        <w:numFmt w:val="decimal"/>
      </w:endnotePr>
      <w:type w:val="nextColumn"/>
      <w:pgSz w:w="12240" w:h="15840"/>
      <w:pgMar w:top="245" w:right="720" w:bottom="245" w:left="720" w:header="144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AE8EF" w14:textId="77777777" w:rsidR="0081521F" w:rsidRDefault="0081521F">
      <w:pPr>
        <w:spacing w:line="20" w:lineRule="exact"/>
      </w:pPr>
    </w:p>
  </w:endnote>
  <w:endnote w:type="continuationSeparator" w:id="0">
    <w:p w14:paraId="60A22AF8" w14:textId="77777777" w:rsidR="0081521F" w:rsidRDefault="0081521F">
      <w:r>
        <w:t xml:space="preserve"> </w:t>
      </w:r>
    </w:p>
  </w:endnote>
  <w:endnote w:type="continuationNotice" w:id="1">
    <w:p w14:paraId="59C914F9" w14:textId="77777777" w:rsidR="0081521F" w:rsidRDefault="0081521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B83E" w14:textId="77777777" w:rsidR="00F631EE" w:rsidRDefault="00F631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5CF9" w14:textId="77777777" w:rsidR="0081521F" w:rsidRDefault="0081521F">
      <w:r>
        <w:separator/>
      </w:r>
    </w:p>
  </w:footnote>
  <w:footnote w:type="continuationSeparator" w:id="0">
    <w:p w14:paraId="45196ABF" w14:textId="77777777" w:rsidR="0081521F" w:rsidRDefault="0081521F">
      <w:r>
        <w:continuationSeparator/>
      </w:r>
    </w:p>
  </w:footnote>
  <w:footnote w:type="continuationNotice" w:id="1">
    <w:p w14:paraId="3ABD3878" w14:textId="77777777" w:rsidR="0081521F" w:rsidRDefault="008152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D3C15"/>
    <w:multiLevelType w:val="hybridMultilevel"/>
    <w:tmpl w:val="A4C0FF92"/>
    <w:lvl w:ilvl="0" w:tplc="606A42D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B153E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C966A5"/>
    <w:multiLevelType w:val="hybridMultilevel"/>
    <w:tmpl w:val="FA88FE9A"/>
    <w:lvl w:ilvl="0" w:tplc="E25C8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051D9"/>
    <w:multiLevelType w:val="hybridMultilevel"/>
    <w:tmpl w:val="EDE63A06"/>
    <w:lvl w:ilvl="0" w:tplc="15D055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E25B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E48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5494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D0DD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CAA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9A4A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904B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660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21023"/>
    <w:multiLevelType w:val="hybridMultilevel"/>
    <w:tmpl w:val="72E42F3C"/>
    <w:lvl w:ilvl="0" w:tplc="F8EC19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AF07E8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9C40D0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CE21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CC83DB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8C9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29CCD7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77BE574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CE0C54E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848401025">
    <w:abstractNumId w:val="4"/>
  </w:num>
  <w:num w:numId="2" w16cid:durableId="1397626771">
    <w:abstractNumId w:val="3"/>
  </w:num>
  <w:num w:numId="3" w16cid:durableId="1113936168">
    <w:abstractNumId w:val="1"/>
  </w:num>
  <w:num w:numId="4" w16cid:durableId="1796950716">
    <w:abstractNumId w:val="0"/>
  </w:num>
  <w:num w:numId="5" w16cid:durableId="136821277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8174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EC"/>
    <w:rsid w:val="00011B7A"/>
    <w:rsid w:val="00027C34"/>
    <w:rsid w:val="00034AD5"/>
    <w:rsid w:val="0004169B"/>
    <w:rsid w:val="000505A0"/>
    <w:rsid w:val="00051EF3"/>
    <w:rsid w:val="00055AE0"/>
    <w:rsid w:val="00063877"/>
    <w:rsid w:val="00064C75"/>
    <w:rsid w:val="00070D7C"/>
    <w:rsid w:val="00081052"/>
    <w:rsid w:val="00083501"/>
    <w:rsid w:val="000875D1"/>
    <w:rsid w:val="00094432"/>
    <w:rsid w:val="000A1470"/>
    <w:rsid w:val="000A22C8"/>
    <w:rsid w:val="000A255B"/>
    <w:rsid w:val="000B4B92"/>
    <w:rsid w:val="000B524B"/>
    <w:rsid w:val="000B7D5B"/>
    <w:rsid w:val="000D4315"/>
    <w:rsid w:val="001140DD"/>
    <w:rsid w:val="00120B5D"/>
    <w:rsid w:val="00120F7A"/>
    <w:rsid w:val="0012295B"/>
    <w:rsid w:val="00125490"/>
    <w:rsid w:val="00130FC6"/>
    <w:rsid w:val="00137B30"/>
    <w:rsid w:val="00143535"/>
    <w:rsid w:val="001528E3"/>
    <w:rsid w:val="0015787B"/>
    <w:rsid w:val="00157E88"/>
    <w:rsid w:val="001652D5"/>
    <w:rsid w:val="0016532C"/>
    <w:rsid w:val="00176357"/>
    <w:rsid w:val="00176D5D"/>
    <w:rsid w:val="0018090B"/>
    <w:rsid w:val="001829B2"/>
    <w:rsid w:val="0018656F"/>
    <w:rsid w:val="001A39DF"/>
    <w:rsid w:val="001B07B5"/>
    <w:rsid w:val="001B6617"/>
    <w:rsid w:val="001C3040"/>
    <w:rsid w:val="001E35E9"/>
    <w:rsid w:val="00204670"/>
    <w:rsid w:val="00226829"/>
    <w:rsid w:val="00240495"/>
    <w:rsid w:val="00264C7E"/>
    <w:rsid w:val="002652F1"/>
    <w:rsid w:val="0027262F"/>
    <w:rsid w:val="00286567"/>
    <w:rsid w:val="002A7A52"/>
    <w:rsid w:val="002B1B2C"/>
    <w:rsid w:val="002B7983"/>
    <w:rsid w:val="002C3E02"/>
    <w:rsid w:val="002E5E1B"/>
    <w:rsid w:val="002E6A4F"/>
    <w:rsid w:val="002F2DEB"/>
    <w:rsid w:val="002F3F0D"/>
    <w:rsid w:val="002F493F"/>
    <w:rsid w:val="0030461E"/>
    <w:rsid w:val="003111CE"/>
    <w:rsid w:val="003155B3"/>
    <w:rsid w:val="003213F6"/>
    <w:rsid w:val="00326BBE"/>
    <w:rsid w:val="00332C9F"/>
    <w:rsid w:val="00336765"/>
    <w:rsid w:val="00344515"/>
    <w:rsid w:val="003461DD"/>
    <w:rsid w:val="0035148F"/>
    <w:rsid w:val="0036104C"/>
    <w:rsid w:val="0036402D"/>
    <w:rsid w:val="00374740"/>
    <w:rsid w:val="00374F8F"/>
    <w:rsid w:val="003842F5"/>
    <w:rsid w:val="003843F1"/>
    <w:rsid w:val="003867F4"/>
    <w:rsid w:val="00394505"/>
    <w:rsid w:val="0039630E"/>
    <w:rsid w:val="003C7A34"/>
    <w:rsid w:val="003D6AEB"/>
    <w:rsid w:val="003E129B"/>
    <w:rsid w:val="003E5905"/>
    <w:rsid w:val="003E749A"/>
    <w:rsid w:val="00404A09"/>
    <w:rsid w:val="00404F0D"/>
    <w:rsid w:val="004076DE"/>
    <w:rsid w:val="00410BB8"/>
    <w:rsid w:val="00421915"/>
    <w:rsid w:val="004241AA"/>
    <w:rsid w:val="004262AD"/>
    <w:rsid w:val="0043330B"/>
    <w:rsid w:val="0043374D"/>
    <w:rsid w:val="00433E27"/>
    <w:rsid w:val="00460747"/>
    <w:rsid w:val="004611A5"/>
    <w:rsid w:val="0046244D"/>
    <w:rsid w:val="004733DD"/>
    <w:rsid w:val="004750F5"/>
    <w:rsid w:val="00477F20"/>
    <w:rsid w:val="00480652"/>
    <w:rsid w:val="0048126F"/>
    <w:rsid w:val="004818AA"/>
    <w:rsid w:val="00485547"/>
    <w:rsid w:val="004876F3"/>
    <w:rsid w:val="0049479E"/>
    <w:rsid w:val="00495FCE"/>
    <w:rsid w:val="004B4727"/>
    <w:rsid w:val="004B64A0"/>
    <w:rsid w:val="004C4A0D"/>
    <w:rsid w:val="004C5C25"/>
    <w:rsid w:val="004D04D8"/>
    <w:rsid w:val="004E2BB3"/>
    <w:rsid w:val="004E5D2D"/>
    <w:rsid w:val="004F01CC"/>
    <w:rsid w:val="004F0BBB"/>
    <w:rsid w:val="004F344F"/>
    <w:rsid w:val="005120D9"/>
    <w:rsid w:val="0051440A"/>
    <w:rsid w:val="0051675E"/>
    <w:rsid w:val="005336EA"/>
    <w:rsid w:val="00536B86"/>
    <w:rsid w:val="005374C3"/>
    <w:rsid w:val="005401FA"/>
    <w:rsid w:val="005415A1"/>
    <w:rsid w:val="005462A5"/>
    <w:rsid w:val="00547B2B"/>
    <w:rsid w:val="005510B9"/>
    <w:rsid w:val="00554866"/>
    <w:rsid w:val="0056743B"/>
    <w:rsid w:val="005826C4"/>
    <w:rsid w:val="00584B16"/>
    <w:rsid w:val="00586848"/>
    <w:rsid w:val="00593109"/>
    <w:rsid w:val="005B3F17"/>
    <w:rsid w:val="005D0AFC"/>
    <w:rsid w:val="005F2B09"/>
    <w:rsid w:val="00610B4A"/>
    <w:rsid w:val="00616CB7"/>
    <w:rsid w:val="00623990"/>
    <w:rsid w:val="006264B2"/>
    <w:rsid w:val="00631EC9"/>
    <w:rsid w:val="006335FE"/>
    <w:rsid w:val="00635042"/>
    <w:rsid w:val="0064178C"/>
    <w:rsid w:val="0064184D"/>
    <w:rsid w:val="00641D44"/>
    <w:rsid w:val="00647646"/>
    <w:rsid w:val="00653FEC"/>
    <w:rsid w:val="0065531F"/>
    <w:rsid w:val="00671FF7"/>
    <w:rsid w:val="00672021"/>
    <w:rsid w:val="0068145F"/>
    <w:rsid w:val="00684121"/>
    <w:rsid w:val="00685F7A"/>
    <w:rsid w:val="00694C9D"/>
    <w:rsid w:val="006A2631"/>
    <w:rsid w:val="006A4D56"/>
    <w:rsid w:val="006A635A"/>
    <w:rsid w:val="006A70A0"/>
    <w:rsid w:val="006B13CB"/>
    <w:rsid w:val="006B6F01"/>
    <w:rsid w:val="006E05C8"/>
    <w:rsid w:val="006E07B7"/>
    <w:rsid w:val="006E4953"/>
    <w:rsid w:val="006E4C9E"/>
    <w:rsid w:val="006E56E3"/>
    <w:rsid w:val="006F27F2"/>
    <w:rsid w:val="006F3353"/>
    <w:rsid w:val="0070540F"/>
    <w:rsid w:val="00706817"/>
    <w:rsid w:val="00723D2C"/>
    <w:rsid w:val="007279B0"/>
    <w:rsid w:val="00730EEF"/>
    <w:rsid w:val="0073190C"/>
    <w:rsid w:val="0073296D"/>
    <w:rsid w:val="00733929"/>
    <w:rsid w:val="00747C0A"/>
    <w:rsid w:val="00750ECE"/>
    <w:rsid w:val="0076338B"/>
    <w:rsid w:val="00765534"/>
    <w:rsid w:val="00770FA6"/>
    <w:rsid w:val="007742C4"/>
    <w:rsid w:val="00791A88"/>
    <w:rsid w:val="007C0223"/>
    <w:rsid w:val="007C09A3"/>
    <w:rsid w:val="007C6B08"/>
    <w:rsid w:val="007F48CC"/>
    <w:rsid w:val="00805CE8"/>
    <w:rsid w:val="00806DD7"/>
    <w:rsid w:val="00811A63"/>
    <w:rsid w:val="0081470A"/>
    <w:rsid w:val="0081521F"/>
    <w:rsid w:val="00816109"/>
    <w:rsid w:val="00825C89"/>
    <w:rsid w:val="00826B95"/>
    <w:rsid w:val="0083168E"/>
    <w:rsid w:val="00834B3A"/>
    <w:rsid w:val="00846562"/>
    <w:rsid w:val="00850C98"/>
    <w:rsid w:val="0086585B"/>
    <w:rsid w:val="00865E31"/>
    <w:rsid w:val="00880297"/>
    <w:rsid w:val="00883D02"/>
    <w:rsid w:val="00894B1A"/>
    <w:rsid w:val="008A154A"/>
    <w:rsid w:val="008C14A1"/>
    <w:rsid w:val="008C5963"/>
    <w:rsid w:val="008D1DC6"/>
    <w:rsid w:val="008D7175"/>
    <w:rsid w:val="008E5E44"/>
    <w:rsid w:val="00941C2A"/>
    <w:rsid w:val="00946D23"/>
    <w:rsid w:val="00950D33"/>
    <w:rsid w:val="00951D8A"/>
    <w:rsid w:val="0095606C"/>
    <w:rsid w:val="00960D51"/>
    <w:rsid w:val="009625ED"/>
    <w:rsid w:val="009764AA"/>
    <w:rsid w:val="00977BDB"/>
    <w:rsid w:val="00980B2D"/>
    <w:rsid w:val="00981CBD"/>
    <w:rsid w:val="0098436E"/>
    <w:rsid w:val="00996D32"/>
    <w:rsid w:val="009A0A69"/>
    <w:rsid w:val="009A41BE"/>
    <w:rsid w:val="009B2E6D"/>
    <w:rsid w:val="009C2DF2"/>
    <w:rsid w:val="009C4583"/>
    <w:rsid w:val="009C5AB5"/>
    <w:rsid w:val="009D1623"/>
    <w:rsid w:val="009D59A1"/>
    <w:rsid w:val="009E4DF1"/>
    <w:rsid w:val="009F05E6"/>
    <w:rsid w:val="00A02AAE"/>
    <w:rsid w:val="00A05BBB"/>
    <w:rsid w:val="00A06744"/>
    <w:rsid w:val="00A13B1A"/>
    <w:rsid w:val="00A33250"/>
    <w:rsid w:val="00A36A18"/>
    <w:rsid w:val="00A55869"/>
    <w:rsid w:val="00A56AC1"/>
    <w:rsid w:val="00A62432"/>
    <w:rsid w:val="00A766C1"/>
    <w:rsid w:val="00A9232C"/>
    <w:rsid w:val="00A95360"/>
    <w:rsid w:val="00A974CB"/>
    <w:rsid w:val="00AA3A6F"/>
    <w:rsid w:val="00AB1FB2"/>
    <w:rsid w:val="00AB760C"/>
    <w:rsid w:val="00AD6963"/>
    <w:rsid w:val="00AE5ABC"/>
    <w:rsid w:val="00AF49CC"/>
    <w:rsid w:val="00B05D47"/>
    <w:rsid w:val="00B32B83"/>
    <w:rsid w:val="00B53CDF"/>
    <w:rsid w:val="00B54D2F"/>
    <w:rsid w:val="00B555D3"/>
    <w:rsid w:val="00B555EE"/>
    <w:rsid w:val="00B65155"/>
    <w:rsid w:val="00B67DF7"/>
    <w:rsid w:val="00B825E6"/>
    <w:rsid w:val="00B84812"/>
    <w:rsid w:val="00B85D16"/>
    <w:rsid w:val="00B8617A"/>
    <w:rsid w:val="00B90F6B"/>
    <w:rsid w:val="00B9489D"/>
    <w:rsid w:val="00BB7EC5"/>
    <w:rsid w:val="00BC738B"/>
    <w:rsid w:val="00BD55EE"/>
    <w:rsid w:val="00BE48B0"/>
    <w:rsid w:val="00BF205F"/>
    <w:rsid w:val="00BF3043"/>
    <w:rsid w:val="00BF473C"/>
    <w:rsid w:val="00C10562"/>
    <w:rsid w:val="00C14CB2"/>
    <w:rsid w:val="00C1691F"/>
    <w:rsid w:val="00C17463"/>
    <w:rsid w:val="00C232D2"/>
    <w:rsid w:val="00C23C88"/>
    <w:rsid w:val="00C27C1F"/>
    <w:rsid w:val="00C427B0"/>
    <w:rsid w:val="00C50C6D"/>
    <w:rsid w:val="00C51F8B"/>
    <w:rsid w:val="00C555C4"/>
    <w:rsid w:val="00C63E95"/>
    <w:rsid w:val="00C6789A"/>
    <w:rsid w:val="00C7345D"/>
    <w:rsid w:val="00C80CB0"/>
    <w:rsid w:val="00C9467D"/>
    <w:rsid w:val="00C94A38"/>
    <w:rsid w:val="00C97F04"/>
    <w:rsid w:val="00CA076A"/>
    <w:rsid w:val="00CA737B"/>
    <w:rsid w:val="00CA7D6F"/>
    <w:rsid w:val="00CB0BA0"/>
    <w:rsid w:val="00CC4193"/>
    <w:rsid w:val="00CC78CB"/>
    <w:rsid w:val="00CD0CCE"/>
    <w:rsid w:val="00CD6EBE"/>
    <w:rsid w:val="00CE3A6C"/>
    <w:rsid w:val="00CE6AAE"/>
    <w:rsid w:val="00CF2476"/>
    <w:rsid w:val="00D17DA2"/>
    <w:rsid w:val="00D25C8B"/>
    <w:rsid w:val="00D44996"/>
    <w:rsid w:val="00D44D0D"/>
    <w:rsid w:val="00D45A00"/>
    <w:rsid w:val="00D4613A"/>
    <w:rsid w:val="00D61EDC"/>
    <w:rsid w:val="00D656EC"/>
    <w:rsid w:val="00D6748C"/>
    <w:rsid w:val="00D715F5"/>
    <w:rsid w:val="00D72777"/>
    <w:rsid w:val="00D74EB0"/>
    <w:rsid w:val="00D7642E"/>
    <w:rsid w:val="00D829BA"/>
    <w:rsid w:val="00D82FF6"/>
    <w:rsid w:val="00D96E4E"/>
    <w:rsid w:val="00D97043"/>
    <w:rsid w:val="00DA040A"/>
    <w:rsid w:val="00DA5092"/>
    <w:rsid w:val="00DB25F4"/>
    <w:rsid w:val="00DB686A"/>
    <w:rsid w:val="00DC1D7C"/>
    <w:rsid w:val="00DC24F2"/>
    <w:rsid w:val="00DC47D8"/>
    <w:rsid w:val="00DD1A7B"/>
    <w:rsid w:val="00DF32C8"/>
    <w:rsid w:val="00E03B78"/>
    <w:rsid w:val="00E13D74"/>
    <w:rsid w:val="00E20C4F"/>
    <w:rsid w:val="00E36E1C"/>
    <w:rsid w:val="00E36FD0"/>
    <w:rsid w:val="00E41582"/>
    <w:rsid w:val="00E4592F"/>
    <w:rsid w:val="00E45DEE"/>
    <w:rsid w:val="00E522A2"/>
    <w:rsid w:val="00E57E8B"/>
    <w:rsid w:val="00E70CD9"/>
    <w:rsid w:val="00E83DAA"/>
    <w:rsid w:val="00E879F5"/>
    <w:rsid w:val="00E95F6E"/>
    <w:rsid w:val="00EB5ECB"/>
    <w:rsid w:val="00EC172E"/>
    <w:rsid w:val="00EC5EBD"/>
    <w:rsid w:val="00EC7E51"/>
    <w:rsid w:val="00EE0262"/>
    <w:rsid w:val="00EE1198"/>
    <w:rsid w:val="00EE327F"/>
    <w:rsid w:val="00EE6DAA"/>
    <w:rsid w:val="00EE7D23"/>
    <w:rsid w:val="00EF0FF7"/>
    <w:rsid w:val="00EF7207"/>
    <w:rsid w:val="00F06E5B"/>
    <w:rsid w:val="00F1223E"/>
    <w:rsid w:val="00F231B1"/>
    <w:rsid w:val="00F30CBA"/>
    <w:rsid w:val="00F339D4"/>
    <w:rsid w:val="00F36F8F"/>
    <w:rsid w:val="00F411ED"/>
    <w:rsid w:val="00F41DC3"/>
    <w:rsid w:val="00F43723"/>
    <w:rsid w:val="00F454F2"/>
    <w:rsid w:val="00F47253"/>
    <w:rsid w:val="00F51EB3"/>
    <w:rsid w:val="00F521DD"/>
    <w:rsid w:val="00F631EE"/>
    <w:rsid w:val="00F65126"/>
    <w:rsid w:val="00F707EC"/>
    <w:rsid w:val="00F74518"/>
    <w:rsid w:val="00F8049E"/>
    <w:rsid w:val="00F8105B"/>
    <w:rsid w:val="00F85EB5"/>
    <w:rsid w:val="00F92168"/>
    <w:rsid w:val="00F9343C"/>
    <w:rsid w:val="00FB6ABB"/>
    <w:rsid w:val="00FC25A6"/>
    <w:rsid w:val="00FD1255"/>
    <w:rsid w:val="00FD14CE"/>
    <w:rsid w:val="00FD302B"/>
    <w:rsid w:val="00FE280A"/>
    <w:rsid w:val="00FE6070"/>
    <w:rsid w:val="00FE74DE"/>
    <w:rsid w:val="00FF5889"/>
    <w:rsid w:val="03810BF4"/>
    <w:rsid w:val="039EE4F7"/>
    <w:rsid w:val="08906FA5"/>
    <w:rsid w:val="08D75A12"/>
    <w:rsid w:val="0D18BDFB"/>
    <w:rsid w:val="12B4CEF0"/>
    <w:rsid w:val="166DF050"/>
    <w:rsid w:val="1677699B"/>
    <w:rsid w:val="222885C3"/>
    <w:rsid w:val="2737610B"/>
    <w:rsid w:val="479CA2E7"/>
    <w:rsid w:val="4F5BAD89"/>
    <w:rsid w:val="5B4FA76F"/>
    <w:rsid w:val="60D9E83F"/>
    <w:rsid w:val="7B4B8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c8c00,#c00,red,#f60"/>
    </o:shapedefaults>
    <o:shapelayout v:ext="edit">
      <o:idmap v:ext="edit" data="1"/>
    </o:shapelayout>
  </w:shapeDefaults>
  <w:decimalSymbol w:val="."/>
  <w:listSeparator w:val=","/>
  <w14:docId w14:val="06F3CA6A"/>
  <w15:docId w15:val="{2E22DD67-CDE0-47A7-B4AC-1101879A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6E4E"/>
    <w:rPr>
      <w:sz w:val="24"/>
      <w:szCs w:val="24"/>
    </w:rPr>
  </w:style>
  <w:style w:type="paragraph" w:styleId="Heading1">
    <w:name w:val="heading 1"/>
    <w:basedOn w:val="Normal"/>
    <w:next w:val="Normal"/>
    <w:qFormat/>
    <w:rsid w:val="00B85D16"/>
    <w:pPr>
      <w:keepNext/>
      <w:suppressAutoHyphens/>
      <w:jc w:val="center"/>
      <w:outlineLvl w:val="0"/>
    </w:pPr>
    <w:rPr>
      <w:rFonts w:ascii="Univers" w:hAnsi="Univers"/>
      <w:b/>
      <w:sz w:val="32"/>
    </w:rPr>
  </w:style>
  <w:style w:type="paragraph" w:styleId="Heading2">
    <w:name w:val="heading 2"/>
    <w:basedOn w:val="Normal"/>
    <w:next w:val="Normal"/>
    <w:qFormat/>
    <w:rsid w:val="00B85D16"/>
    <w:pPr>
      <w:keepNext/>
      <w:tabs>
        <w:tab w:val="center" w:pos="5400"/>
      </w:tabs>
      <w:suppressAutoHyphens/>
      <w:jc w:val="center"/>
      <w:outlineLvl w:val="1"/>
    </w:pPr>
    <w:rPr>
      <w:rFonts w:ascii="Univers" w:hAnsi="Univers"/>
      <w:b/>
      <w:spacing w:val="-2"/>
      <w:sz w:val="20"/>
    </w:rPr>
  </w:style>
  <w:style w:type="paragraph" w:styleId="Heading3">
    <w:name w:val="heading 3"/>
    <w:basedOn w:val="Normal"/>
    <w:next w:val="Normal"/>
    <w:qFormat/>
    <w:rsid w:val="00B85D16"/>
    <w:pPr>
      <w:keepNext/>
      <w:tabs>
        <w:tab w:val="center" w:pos="4680"/>
      </w:tabs>
      <w:suppressAutoHyphens/>
      <w:jc w:val="center"/>
      <w:outlineLvl w:val="2"/>
    </w:pPr>
    <w:rPr>
      <w:rFonts w:ascii="Univers" w:hAnsi="Univers"/>
      <w:b/>
      <w:i/>
      <w:sz w:val="32"/>
    </w:rPr>
  </w:style>
  <w:style w:type="paragraph" w:styleId="Heading4">
    <w:name w:val="heading 4"/>
    <w:basedOn w:val="Normal"/>
    <w:next w:val="Normal"/>
    <w:qFormat/>
    <w:rsid w:val="00B85D16"/>
    <w:pPr>
      <w:keepNext/>
      <w:outlineLvl w:val="3"/>
    </w:pPr>
    <w:rPr>
      <w:b/>
      <w:sz w:val="18"/>
    </w:rPr>
  </w:style>
  <w:style w:type="paragraph" w:styleId="Heading5">
    <w:name w:val="heading 5"/>
    <w:basedOn w:val="Normal"/>
    <w:next w:val="Normal"/>
    <w:qFormat/>
    <w:rsid w:val="00B85D16"/>
    <w:pPr>
      <w:keepNext/>
      <w:tabs>
        <w:tab w:val="left" w:pos="-720"/>
        <w:tab w:val="left" w:pos="0"/>
        <w:tab w:val="left" w:pos="720"/>
      </w:tabs>
      <w:suppressAutoHyphens/>
      <w:jc w:val="center"/>
      <w:outlineLvl w:val="4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B85D16"/>
  </w:style>
  <w:style w:type="character" w:styleId="EndnoteReference">
    <w:name w:val="endnote reference"/>
    <w:basedOn w:val="DefaultParagraphFont"/>
    <w:semiHidden/>
    <w:rsid w:val="00B85D16"/>
    <w:rPr>
      <w:vertAlign w:val="superscript"/>
    </w:rPr>
  </w:style>
  <w:style w:type="paragraph" w:styleId="FootnoteText">
    <w:name w:val="footnote text"/>
    <w:basedOn w:val="Normal"/>
    <w:semiHidden/>
    <w:rsid w:val="00B85D16"/>
  </w:style>
  <w:style w:type="character" w:styleId="FootnoteReference">
    <w:name w:val="footnote reference"/>
    <w:basedOn w:val="DefaultParagraphFont"/>
    <w:semiHidden/>
    <w:rsid w:val="00B85D16"/>
    <w:rPr>
      <w:vertAlign w:val="superscript"/>
    </w:rPr>
  </w:style>
  <w:style w:type="paragraph" w:styleId="TOC1">
    <w:name w:val="toc 1"/>
    <w:basedOn w:val="Normal"/>
    <w:next w:val="Normal"/>
    <w:semiHidden/>
    <w:rsid w:val="00B85D1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B85D16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B85D16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B85D16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B85D16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B85D16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B85D16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B85D16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B85D16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B85D16"/>
  </w:style>
  <w:style w:type="character" w:customStyle="1" w:styleId="EquationCaption">
    <w:name w:val="_Equation Caption"/>
    <w:rsid w:val="00B85D16"/>
  </w:style>
  <w:style w:type="paragraph" w:styleId="Footer">
    <w:name w:val="footer"/>
    <w:basedOn w:val="Normal"/>
    <w:rsid w:val="00B85D1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85D1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85D16"/>
    <w:pPr>
      <w:jc w:val="center"/>
    </w:pPr>
    <w:rPr>
      <w:b/>
      <w:sz w:val="48"/>
    </w:rPr>
  </w:style>
  <w:style w:type="paragraph" w:styleId="BodyTextIndent2">
    <w:name w:val="Body Text Indent 2"/>
    <w:basedOn w:val="Normal"/>
    <w:rsid w:val="00B85D16"/>
    <w:pPr>
      <w:tabs>
        <w:tab w:val="left" w:pos="-720"/>
      </w:tabs>
      <w:suppressAutoHyphens/>
      <w:ind w:left="720" w:hanging="720"/>
    </w:pPr>
    <w:rPr>
      <w:rFonts w:ascii="Univers" w:hAnsi="Univers"/>
      <w:b/>
      <w:sz w:val="20"/>
    </w:rPr>
  </w:style>
  <w:style w:type="paragraph" w:styleId="BodyTextIndent3">
    <w:name w:val="Body Text Indent 3"/>
    <w:basedOn w:val="Normal"/>
    <w:rsid w:val="00B85D16"/>
    <w:pPr>
      <w:ind w:left="1440" w:hanging="1440"/>
    </w:pPr>
    <w:rPr>
      <w:rFonts w:ascii="Univers" w:hAnsi="Univers"/>
      <w:sz w:val="20"/>
    </w:rPr>
  </w:style>
  <w:style w:type="paragraph" w:customStyle="1" w:styleId="Document1">
    <w:name w:val="Document 1"/>
    <w:rsid w:val="00B85D16"/>
    <w:pPr>
      <w:keepNext/>
      <w:keepLines/>
      <w:tabs>
        <w:tab w:val="left" w:pos="-720"/>
      </w:tabs>
      <w:suppressAutoHyphens/>
    </w:pPr>
    <w:rPr>
      <w:rFonts w:ascii="Univers" w:hAnsi="Univers"/>
    </w:rPr>
  </w:style>
  <w:style w:type="paragraph" w:styleId="BodyText">
    <w:name w:val="Body Text"/>
    <w:basedOn w:val="Normal"/>
    <w:rsid w:val="00B85D16"/>
    <w:pPr>
      <w:suppressAutoHyphens/>
    </w:pPr>
    <w:rPr>
      <w:rFonts w:ascii="Univers" w:hAnsi="Univers"/>
      <w:b/>
    </w:rPr>
  </w:style>
  <w:style w:type="paragraph" w:styleId="BodyText2">
    <w:name w:val="Body Text 2"/>
    <w:basedOn w:val="Normal"/>
    <w:rsid w:val="00B85D16"/>
    <w:pPr>
      <w:suppressAutoHyphens/>
    </w:pPr>
    <w:rPr>
      <w:rFonts w:ascii="Univers" w:hAnsi="Univers"/>
      <w:b/>
      <w:sz w:val="20"/>
    </w:rPr>
  </w:style>
  <w:style w:type="paragraph" w:styleId="BodyTextIndent">
    <w:name w:val="Body Text Indent"/>
    <w:basedOn w:val="Normal"/>
    <w:rsid w:val="00B85D16"/>
    <w:pPr>
      <w:tabs>
        <w:tab w:val="left" w:pos="432"/>
      </w:tabs>
      <w:spacing w:line="180" w:lineRule="exact"/>
      <w:ind w:left="864" w:hanging="432"/>
    </w:pPr>
    <w:rPr>
      <w:sz w:val="14"/>
    </w:rPr>
  </w:style>
  <w:style w:type="character" w:styleId="Hyperlink">
    <w:name w:val="Hyperlink"/>
    <w:basedOn w:val="DefaultParagraphFont"/>
    <w:rsid w:val="00B85D16"/>
    <w:rPr>
      <w:color w:val="0000FF"/>
      <w:u w:val="single"/>
    </w:rPr>
  </w:style>
  <w:style w:type="character" w:styleId="PageNumber">
    <w:name w:val="page number"/>
    <w:basedOn w:val="DefaultParagraphFont"/>
    <w:rsid w:val="00B85D16"/>
  </w:style>
  <w:style w:type="paragraph" w:styleId="BodyText3">
    <w:name w:val="Body Text 3"/>
    <w:basedOn w:val="Normal"/>
    <w:rsid w:val="00B85D16"/>
    <w:pPr>
      <w:suppressAutoHyphens/>
    </w:pPr>
    <w:rPr>
      <w:rFonts w:ascii="Univers" w:hAnsi="Univers"/>
      <w:b/>
      <w:color w:val="0000FF"/>
    </w:rPr>
  </w:style>
  <w:style w:type="paragraph" w:styleId="BalloonText">
    <w:name w:val="Balloon Text"/>
    <w:basedOn w:val="Normal"/>
    <w:semiHidden/>
    <w:rsid w:val="00B85D1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85D16"/>
    <w:rPr>
      <w:color w:val="800080"/>
      <w:u w:val="single"/>
    </w:rPr>
  </w:style>
  <w:style w:type="paragraph" w:styleId="DocumentMap">
    <w:name w:val="Document Map"/>
    <w:basedOn w:val="Normal"/>
    <w:semiHidden/>
    <w:rsid w:val="00B85D16"/>
    <w:pPr>
      <w:shd w:val="clear" w:color="auto" w:fill="000080"/>
    </w:pPr>
    <w:rPr>
      <w:rFonts w:ascii="Tahoma" w:hAnsi="Tahoma"/>
      <w:sz w:val="20"/>
    </w:rPr>
  </w:style>
  <w:style w:type="paragraph" w:styleId="BlockText">
    <w:name w:val="Block Text"/>
    <w:basedOn w:val="Normal"/>
    <w:rsid w:val="00CE3A6C"/>
    <w:pPr>
      <w:suppressAutoHyphens/>
      <w:ind w:left="720" w:right="720"/>
      <w:jc w:val="both"/>
    </w:pPr>
    <w:rPr>
      <w:rFonts w:ascii="Univers" w:hAnsi="Univers"/>
      <w:spacing w:val="-2"/>
      <w:sz w:val="20"/>
    </w:rPr>
  </w:style>
  <w:style w:type="paragraph" w:styleId="Subtitle">
    <w:name w:val="Subtitle"/>
    <w:basedOn w:val="Normal"/>
    <w:qFormat/>
    <w:rsid w:val="00CE3A6C"/>
    <w:pPr>
      <w:jc w:val="center"/>
    </w:pPr>
  </w:style>
  <w:style w:type="table" w:styleId="TableGrid">
    <w:name w:val="Table Grid"/>
    <w:basedOn w:val="TableNormal"/>
    <w:uiPriority w:val="59"/>
    <w:rsid w:val="00326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54D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4D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4D2F"/>
  </w:style>
  <w:style w:type="paragraph" w:styleId="CommentSubject">
    <w:name w:val="annotation subject"/>
    <w:basedOn w:val="CommentText"/>
    <w:next w:val="CommentText"/>
    <w:link w:val="CommentSubjectChar"/>
    <w:rsid w:val="00B5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4D2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44515"/>
    <w:rPr>
      <w:color w:val="605E5C"/>
      <w:shd w:val="clear" w:color="auto" w:fill="E1DFDD"/>
    </w:rPr>
  </w:style>
  <w:style w:type="character" w:customStyle="1" w:styleId="eop">
    <w:name w:val="eop"/>
    <w:basedOn w:val="DefaultParagraphFont"/>
    <w:rsid w:val="039EE4F7"/>
  </w:style>
  <w:style w:type="character" w:customStyle="1" w:styleId="advancedproofingissue">
    <w:name w:val="advancedproofingissue"/>
    <w:basedOn w:val="DefaultParagraphFont"/>
    <w:rsid w:val="039EE4F7"/>
  </w:style>
  <w:style w:type="paragraph" w:customStyle="1" w:styleId="paragraph">
    <w:name w:val="paragraph"/>
    <w:basedOn w:val="Normal"/>
    <w:rsid w:val="000B4B92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B4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0" Type="http://schemas.openxmlformats.org/officeDocument/2006/relationships/hyperlink" Target="mailto:pblack@youthfirstinc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KENLEY\Local%20Settings\Temporary%20Internet%20Files\OLK14\MBE%20%20WB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2BB5F73D00E4785D4958CC937B0E5" ma:contentTypeVersion="14" ma:contentTypeDescription="Create a new document." ma:contentTypeScope="" ma:versionID="89d287a1065cc1d87849f515b9917478">
  <xsd:schema xmlns:xsd="http://www.w3.org/2001/XMLSchema" xmlns:xs="http://www.w3.org/2001/XMLSchema" xmlns:p="http://schemas.microsoft.com/office/2006/metadata/properties" xmlns:ns2="aad210be-7396-4f24-9d75-ca1fa42e9b4a" xmlns:ns3="771038e7-8670-416b-a991-87fad8791dbd" targetNamespace="http://schemas.microsoft.com/office/2006/metadata/properties" ma:root="true" ma:fieldsID="e94d5651318363b688abc46656c8b2d4" ns2:_="" ns3:_="">
    <xsd:import namespace="aad210be-7396-4f24-9d75-ca1fa42e9b4a"/>
    <xsd:import namespace="771038e7-8670-416b-a991-87fad8791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210be-7396-4f24-9d75-ca1fa42e9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f984893-16a8-4fc5-8f0b-0c95e00234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038e7-8670-416b-a991-87fad8791d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aaa03eb-583d-4ebc-b5b4-4f9ffec705f3}" ma:internalName="TaxCatchAll" ma:showField="CatchAllData" ma:web="771038e7-8670-416b-a991-87fad8791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1038e7-8670-416b-a991-87fad8791dbd" xsi:nil="true"/>
    <lcf76f155ced4ddcb4097134ff3c332f xmlns="aad210be-7396-4f24-9d75-ca1fa42e9b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5B53C-CA7B-4488-90D2-F9D9757BF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7F96F-8933-45BB-841E-6052E7FFE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d210be-7396-4f24-9d75-ca1fa42e9b4a"/>
    <ds:schemaRef ds:uri="771038e7-8670-416b-a991-87fad8791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B8974-FC41-4839-BF5F-08D5DBBA786F}">
  <ds:schemaRefs>
    <ds:schemaRef ds:uri="http://schemas.microsoft.com/office/2006/metadata/properties"/>
    <ds:schemaRef ds:uri="http://schemas.microsoft.com/office/infopath/2007/PartnerControls"/>
    <ds:schemaRef ds:uri="771038e7-8670-416b-a991-87fad8791dbd"/>
    <ds:schemaRef ds:uri="aad210be-7396-4f24-9d75-ca1fa42e9b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MBE  WBE</Template>
  <TotalTime>0</TotalTime>
  <Pages>1</Pages>
  <Words>274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MWBE Commitment Form</vt:lpstr>
    </vt:vector>
  </TitlesOfParts>
  <Company>State of Indiana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MWBE Commitment Form</dc:title>
  <dc:subject/>
  <dc:creator>jhelmer</dc:creator>
  <cp:keywords/>
  <cp:lastModifiedBy>Deaton, Teresa</cp:lastModifiedBy>
  <cp:revision>2</cp:revision>
  <cp:lastPrinted>2015-04-22T14:59:00Z</cp:lastPrinted>
  <dcterms:created xsi:type="dcterms:W3CDTF">2024-04-08T16:03:00Z</dcterms:created>
  <dcterms:modified xsi:type="dcterms:W3CDTF">2024-04-08T16:03:00Z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0x01010034F2BB5F73D00E4785D4958CC937B0E5</vt:lpwstr>
  </property>
  <property fmtid="{D5CDD505-2E9C-101B-9397-08002B2CF9AE}" pid="3" name="MediaServiceImageTags">
    <vt:lpwstr/>
  </property>
</Properties>
</file>